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6A131D" w:rsidRDefault="00B31625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0B67D7">
        <w:rPr>
          <w:rFonts w:ascii="Arial" w:eastAsia="Arial Unicode MS" w:hAnsi="Arial" w:cs="Arial"/>
          <w:b/>
          <w:bCs/>
          <w:sz w:val="20"/>
          <w:szCs w:val="20"/>
        </w:rPr>
        <w:t>7</w:t>
      </w:r>
      <w:r w:rsidR="00C94C7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88079B">
        <w:rPr>
          <w:rFonts w:ascii="Arial" w:eastAsia="Arial Unicode MS" w:hAnsi="Arial" w:cs="Arial"/>
          <w:b/>
          <w:bCs/>
          <w:sz w:val="20"/>
          <w:szCs w:val="20"/>
        </w:rPr>
        <w:t>TUTELA LEGALE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132"/>
        <w:gridCol w:w="2664"/>
      </w:tblGrid>
      <w:tr w:rsidR="00C94C7F" w:rsidRPr="00E67A6A" w:rsidTr="00335EE4">
        <w:trPr>
          <w:trHeight w:hRule="exact" w:val="539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C94C7F" w:rsidRPr="00E67A6A" w:rsidRDefault="00C94C7F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132" w:type="dxa"/>
            <w:shd w:val="clear" w:color="auto" w:fill="FDE9D9" w:themeFill="accent6" w:themeFillTint="33"/>
            <w:vAlign w:val="center"/>
          </w:tcPr>
          <w:p w:rsidR="00C94C7F" w:rsidRPr="00E67A6A" w:rsidRDefault="00C94C7F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2664" w:type="dxa"/>
            <w:shd w:val="clear" w:color="auto" w:fill="FDE9D9" w:themeFill="accent6" w:themeFillTint="33"/>
            <w:vAlign w:val="center"/>
          </w:tcPr>
          <w:p w:rsidR="00C94C7F" w:rsidRDefault="00C94C7F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LORDO </w:t>
            </w:r>
          </w:p>
          <w:p w:rsidR="00C94C7F" w:rsidRPr="008A14B4" w:rsidRDefault="00C94C7F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4C7F" w:rsidRPr="00E67A6A" w:rsidTr="00335EE4">
        <w:trPr>
          <w:trHeight w:val="397"/>
        </w:trPr>
        <w:tc>
          <w:tcPr>
            <w:tcW w:w="1843" w:type="dxa"/>
            <w:vMerge/>
            <w:vAlign w:val="center"/>
          </w:tcPr>
          <w:p w:rsidR="00C94C7F" w:rsidRPr="00E67A6A" w:rsidRDefault="00C94C7F" w:rsidP="00EF707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2" w:type="dxa"/>
            <w:shd w:val="clear" w:color="auto" w:fill="auto"/>
            <w:vAlign w:val="center"/>
          </w:tcPr>
          <w:p w:rsidR="00C94C7F" w:rsidRPr="003B0F30" w:rsidRDefault="009C18BF" w:rsidP="00EF7072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Retribuzioni annue lorde € 870.000,00</w:t>
            </w:r>
          </w:p>
        </w:tc>
        <w:tc>
          <w:tcPr>
            <w:tcW w:w="2664" w:type="dxa"/>
            <w:vAlign w:val="center"/>
          </w:tcPr>
          <w:p w:rsidR="00C94C7F" w:rsidRPr="00FF14D4" w:rsidRDefault="00C94C7F" w:rsidP="003E16A9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‰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D22008" w:rsidRDefault="00D2200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C332A1" w:rsidRDefault="00C332A1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332A1" w:rsidRPr="000A2D32" w:rsidRDefault="00C332A1" w:rsidP="00C332A1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C332A1" w:rsidRDefault="00C332A1" w:rsidP="00C332A1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C332A1" w:rsidRPr="000A2D32" w:rsidRDefault="00C332A1" w:rsidP="00C332A1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C332A1" w:rsidRDefault="00C332A1" w:rsidP="00C332A1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C332A1" w:rsidRPr="000A2D32" w:rsidRDefault="00C332A1" w:rsidP="00C332A1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C332A1" w:rsidRDefault="00C332A1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332A1" w:rsidRDefault="00C332A1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332A1" w:rsidRDefault="00C332A1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lastRenderedPageBreak/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Pr="000A2D32" w:rsidRDefault="004C684C" w:rsidP="004C684C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4C684C" w:rsidRPr="000A2D32" w:rsidRDefault="004C684C" w:rsidP="004C684C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4C684C" w:rsidRDefault="004C684C" w:rsidP="004C684C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4C684C" w:rsidRDefault="004C684C" w:rsidP="004C684C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C684C" w:rsidRDefault="004C68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EF7072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6DF" w:rsidRDefault="003766DF">
      <w:r>
        <w:separator/>
      </w:r>
    </w:p>
  </w:endnote>
  <w:endnote w:type="continuationSeparator" w:id="0">
    <w:p w:rsidR="003766DF" w:rsidRDefault="0037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6DF" w:rsidRDefault="003766DF">
      <w:r>
        <w:separator/>
      </w:r>
    </w:p>
  </w:footnote>
  <w:footnote w:type="continuationSeparator" w:id="0">
    <w:p w:rsidR="003766DF" w:rsidRDefault="003766DF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B63808" w:rsidRPr="00543D58" w:rsidRDefault="00B6380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EF7072" w:rsidRPr="008956EB" w:rsidRDefault="00EF7072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014C2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014C2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445B9E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42" w:rsidRDefault="00946742" w:rsidP="00EF707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946742" w:rsidRDefault="00946742" w:rsidP="00EF707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EF7072" w:rsidRPr="00250406" w:rsidRDefault="00EF7072" w:rsidP="00EF707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14C26">
      <w:rPr>
        <w:rFonts w:ascii="Arial" w:hAnsi="Arial" w:cs="Arial"/>
        <w:b/>
        <w:bCs/>
        <w:i/>
        <w:noProof/>
        <w:sz w:val="18"/>
        <w:szCs w:val="18"/>
      </w:rPr>
      <w:t>1</w: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014C26">
      <w:rPr>
        <w:rFonts w:ascii="Arial" w:hAnsi="Arial" w:cs="Arial"/>
        <w:b/>
        <w:bCs/>
        <w:i/>
        <w:noProof/>
        <w:sz w:val="18"/>
        <w:szCs w:val="18"/>
      </w:rPr>
      <w:t>2</w:t>
    </w:r>
    <w:r w:rsidR="00445B9E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EF7072" w:rsidRDefault="00EF7072" w:rsidP="00EF707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EF7072" w:rsidRDefault="00EF7072" w:rsidP="00EF7072">
    <w:pPr>
      <w:pStyle w:val="Ufficiotipo"/>
      <w:ind w:left="7055"/>
      <w:jc w:val="right"/>
      <w:rPr>
        <w:sz w:val="16"/>
        <w:szCs w:val="16"/>
        <w:u w:val="single"/>
      </w:rPr>
    </w:pPr>
  </w:p>
  <w:p w:rsidR="00EF7072" w:rsidRDefault="00EF7072" w:rsidP="00EF7072">
    <w:pPr>
      <w:pStyle w:val="Ufficiotipo"/>
      <w:ind w:left="7055"/>
      <w:jc w:val="right"/>
      <w:rPr>
        <w:sz w:val="16"/>
        <w:szCs w:val="16"/>
        <w:u w:val="single"/>
      </w:rPr>
    </w:pPr>
  </w:p>
  <w:p w:rsidR="009F3076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  <w:p w:rsidR="00EF7072" w:rsidRDefault="00EF7072" w:rsidP="00F159CC">
    <w:pPr>
      <w:pStyle w:val="Ufficiotipo"/>
      <w:ind w:left="7055"/>
      <w:jc w:val="right"/>
      <w:rPr>
        <w:sz w:val="16"/>
        <w:szCs w:val="16"/>
        <w:u w:val="single"/>
      </w:rPr>
    </w:pPr>
  </w:p>
  <w:p w:rsidR="00EF7072" w:rsidRPr="005D5AF8" w:rsidRDefault="00EF7072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07124"/>
    <w:rsid w:val="000144FB"/>
    <w:rsid w:val="00014C26"/>
    <w:rsid w:val="00021E8A"/>
    <w:rsid w:val="00025CE2"/>
    <w:rsid w:val="00046B7B"/>
    <w:rsid w:val="00052F98"/>
    <w:rsid w:val="00061756"/>
    <w:rsid w:val="00061B6E"/>
    <w:rsid w:val="00076F7A"/>
    <w:rsid w:val="0009767B"/>
    <w:rsid w:val="000B2CE9"/>
    <w:rsid w:val="000B67D7"/>
    <w:rsid w:val="000F04F0"/>
    <w:rsid w:val="000F07AB"/>
    <w:rsid w:val="00112790"/>
    <w:rsid w:val="00117F82"/>
    <w:rsid w:val="00120CC0"/>
    <w:rsid w:val="00134545"/>
    <w:rsid w:val="00135D7B"/>
    <w:rsid w:val="00154332"/>
    <w:rsid w:val="0015624F"/>
    <w:rsid w:val="00162571"/>
    <w:rsid w:val="00167FAA"/>
    <w:rsid w:val="0018682E"/>
    <w:rsid w:val="00197DCF"/>
    <w:rsid w:val="001B738F"/>
    <w:rsid w:val="00216BB7"/>
    <w:rsid w:val="00223CA8"/>
    <w:rsid w:val="00237486"/>
    <w:rsid w:val="00250406"/>
    <w:rsid w:val="0025458C"/>
    <w:rsid w:val="002D4F2D"/>
    <w:rsid w:val="002E50CF"/>
    <w:rsid w:val="0031630F"/>
    <w:rsid w:val="00325705"/>
    <w:rsid w:val="003278AF"/>
    <w:rsid w:val="00335EE4"/>
    <w:rsid w:val="003402B0"/>
    <w:rsid w:val="00375FF2"/>
    <w:rsid w:val="003766DF"/>
    <w:rsid w:val="0039090C"/>
    <w:rsid w:val="00392DBA"/>
    <w:rsid w:val="00395033"/>
    <w:rsid w:val="003A3660"/>
    <w:rsid w:val="003B0F30"/>
    <w:rsid w:val="003C06C0"/>
    <w:rsid w:val="003D513E"/>
    <w:rsid w:val="003E16A9"/>
    <w:rsid w:val="00402DA4"/>
    <w:rsid w:val="00406210"/>
    <w:rsid w:val="00424EA0"/>
    <w:rsid w:val="00425948"/>
    <w:rsid w:val="00430AA7"/>
    <w:rsid w:val="0043295F"/>
    <w:rsid w:val="00445B9E"/>
    <w:rsid w:val="00473EF6"/>
    <w:rsid w:val="004B6160"/>
    <w:rsid w:val="004C684C"/>
    <w:rsid w:val="004D088D"/>
    <w:rsid w:val="00513925"/>
    <w:rsid w:val="00531DF5"/>
    <w:rsid w:val="00543B14"/>
    <w:rsid w:val="00543D58"/>
    <w:rsid w:val="00547B42"/>
    <w:rsid w:val="005536BA"/>
    <w:rsid w:val="00575959"/>
    <w:rsid w:val="00576A16"/>
    <w:rsid w:val="005A78D2"/>
    <w:rsid w:val="005D5AF8"/>
    <w:rsid w:val="005E13C2"/>
    <w:rsid w:val="005F093E"/>
    <w:rsid w:val="005F0BBA"/>
    <w:rsid w:val="00601CBF"/>
    <w:rsid w:val="00610677"/>
    <w:rsid w:val="00612C2F"/>
    <w:rsid w:val="00656F71"/>
    <w:rsid w:val="00657AC9"/>
    <w:rsid w:val="0066460A"/>
    <w:rsid w:val="006A131D"/>
    <w:rsid w:val="006A2CD8"/>
    <w:rsid w:val="006A5218"/>
    <w:rsid w:val="006C3A1D"/>
    <w:rsid w:val="006C590F"/>
    <w:rsid w:val="006C7939"/>
    <w:rsid w:val="007100BD"/>
    <w:rsid w:val="0073300B"/>
    <w:rsid w:val="00750FCF"/>
    <w:rsid w:val="007955C3"/>
    <w:rsid w:val="00797CA4"/>
    <w:rsid w:val="007A3AD0"/>
    <w:rsid w:val="007A4CD0"/>
    <w:rsid w:val="007C7E9C"/>
    <w:rsid w:val="007D0F9A"/>
    <w:rsid w:val="007E4BC9"/>
    <w:rsid w:val="007E56A8"/>
    <w:rsid w:val="007E75BD"/>
    <w:rsid w:val="007F1BE9"/>
    <w:rsid w:val="00801B0B"/>
    <w:rsid w:val="00803C31"/>
    <w:rsid w:val="00837A1D"/>
    <w:rsid w:val="00852383"/>
    <w:rsid w:val="0086154F"/>
    <w:rsid w:val="00874626"/>
    <w:rsid w:val="0088079B"/>
    <w:rsid w:val="00885F3C"/>
    <w:rsid w:val="008956EB"/>
    <w:rsid w:val="008D12D1"/>
    <w:rsid w:val="008E0150"/>
    <w:rsid w:val="008F1254"/>
    <w:rsid w:val="008F378A"/>
    <w:rsid w:val="00946742"/>
    <w:rsid w:val="0097668D"/>
    <w:rsid w:val="009859BB"/>
    <w:rsid w:val="009B218C"/>
    <w:rsid w:val="009C18BF"/>
    <w:rsid w:val="009F3076"/>
    <w:rsid w:val="009F4288"/>
    <w:rsid w:val="00A00D00"/>
    <w:rsid w:val="00A2301C"/>
    <w:rsid w:val="00A23030"/>
    <w:rsid w:val="00A317C4"/>
    <w:rsid w:val="00A40C0B"/>
    <w:rsid w:val="00A70C93"/>
    <w:rsid w:val="00A87E8B"/>
    <w:rsid w:val="00A931CE"/>
    <w:rsid w:val="00A93DE7"/>
    <w:rsid w:val="00A96D77"/>
    <w:rsid w:val="00AA3ADE"/>
    <w:rsid w:val="00AB3EA8"/>
    <w:rsid w:val="00AD2381"/>
    <w:rsid w:val="00AD4AC4"/>
    <w:rsid w:val="00AE59CA"/>
    <w:rsid w:val="00B13F3F"/>
    <w:rsid w:val="00B31625"/>
    <w:rsid w:val="00B35077"/>
    <w:rsid w:val="00B36FE3"/>
    <w:rsid w:val="00B4389B"/>
    <w:rsid w:val="00B44613"/>
    <w:rsid w:val="00B45934"/>
    <w:rsid w:val="00B61482"/>
    <w:rsid w:val="00B62BE5"/>
    <w:rsid w:val="00B63808"/>
    <w:rsid w:val="00B7672B"/>
    <w:rsid w:val="00B815CF"/>
    <w:rsid w:val="00B93914"/>
    <w:rsid w:val="00BB3D79"/>
    <w:rsid w:val="00BB4260"/>
    <w:rsid w:val="00BC0DF0"/>
    <w:rsid w:val="00BC4E92"/>
    <w:rsid w:val="00BF542F"/>
    <w:rsid w:val="00C004D4"/>
    <w:rsid w:val="00C2361F"/>
    <w:rsid w:val="00C3186C"/>
    <w:rsid w:val="00C31A6C"/>
    <w:rsid w:val="00C332A1"/>
    <w:rsid w:val="00C43A2F"/>
    <w:rsid w:val="00C74C7D"/>
    <w:rsid w:val="00C7665E"/>
    <w:rsid w:val="00C87E94"/>
    <w:rsid w:val="00C94C7F"/>
    <w:rsid w:val="00C95A81"/>
    <w:rsid w:val="00CD3481"/>
    <w:rsid w:val="00CF1441"/>
    <w:rsid w:val="00D0545D"/>
    <w:rsid w:val="00D200EC"/>
    <w:rsid w:val="00D22008"/>
    <w:rsid w:val="00D32996"/>
    <w:rsid w:val="00D54857"/>
    <w:rsid w:val="00D64895"/>
    <w:rsid w:val="00D713B6"/>
    <w:rsid w:val="00D812ED"/>
    <w:rsid w:val="00D870CA"/>
    <w:rsid w:val="00DA2AF9"/>
    <w:rsid w:val="00DA3FED"/>
    <w:rsid w:val="00DB36CB"/>
    <w:rsid w:val="00DD0544"/>
    <w:rsid w:val="00DD7409"/>
    <w:rsid w:val="00E00448"/>
    <w:rsid w:val="00E06980"/>
    <w:rsid w:val="00E26E24"/>
    <w:rsid w:val="00E308A1"/>
    <w:rsid w:val="00E67410"/>
    <w:rsid w:val="00E7072C"/>
    <w:rsid w:val="00E72C8C"/>
    <w:rsid w:val="00E93CE1"/>
    <w:rsid w:val="00E9753B"/>
    <w:rsid w:val="00E976B0"/>
    <w:rsid w:val="00EA0207"/>
    <w:rsid w:val="00EA66EE"/>
    <w:rsid w:val="00EB0517"/>
    <w:rsid w:val="00EE1D80"/>
    <w:rsid w:val="00EF0BAE"/>
    <w:rsid w:val="00EF7072"/>
    <w:rsid w:val="00F01516"/>
    <w:rsid w:val="00F03F5E"/>
    <w:rsid w:val="00F13611"/>
    <w:rsid w:val="00F159CC"/>
    <w:rsid w:val="00F21E3D"/>
    <w:rsid w:val="00F42276"/>
    <w:rsid w:val="00F679C5"/>
    <w:rsid w:val="00F72306"/>
    <w:rsid w:val="00F97088"/>
    <w:rsid w:val="00FB648E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B628-2A0E-4C70-BCA4-CDAF0D51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22</TotalTime>
  <Pages>2</Pages>
  <Words>343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35</cp:revision>
  <cp:lastPrinted>2016-08-30T13:49:00Z</cp:lastPrinted>
  <dcterms:created xsi:type="dcterms:W3CDTF">2017-05-10T15:12:00Z</dcterms:created>
  <dcterms:modified xsi:type="dcterms:W3CDTF">2021-05-27T16:01:00Z</dcterms:modified>
</cp:coreProperties>
</file>